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117BA7B" w14:textId="77777777" w:rsidTr="009027D5">
        <w:tc>
          <w:tcPr>
            <w:tcW w:w="1398" w:type="dxa"/>
          </w:tcPr>
          <w:p w14:paraId="260AF64A" w14:textId="77777777" w:rsidR="00757AC7" w:rsidRPr="001718E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D974177" w14:textId="77777777" w:rsidR="00757AC7" w:rsidRPr="001718E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718E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EB717C4" w14:textId="77777777" w:rsidR="00757AC7" w:rsidRPr="001718E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056AE" w:rsidRPr="00B0544D" w14:paraId="0DBDFCFD" w14:textId="77777777" w:rsidTr="009027D5">
        <w:tc>
          <w:tcPr>
            <w:tcW w:w="1398" w:type="dxa"/>
          </w:tcPr>
          <w:p w14:paraId="61010896" w14:textId="48CEF4F4" w:rsidR="00F056AE" w:rsidRPr="00F056AE" w:rsidRDefault="00F056AE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00820000</w:t>
            </w:r>
          </w:p>
        </w:tc>
        <w:tc>
          <w:tcPr>
            <w:tcW w:w="2297" w:type="dxa"/>
          </w:tcPr>
          <w:p w14:paraId="4256CC9B" w14:textId="77777777" w:rsidR="00F056AE" w:rsidRPr="00F056AE" w:rsidRDefault="00F056AE" w:rsidP="00F056AE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polifunzionale con membrana fissa e guaina protettiva</w:t>
            </w:r>
          </w:p>
          <w:p w14:paraId="7FB33AC1" w14:textId="030D6DE3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5</w:t>
            </w:r>
            <w:r w:rsidR="00851B4A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03" w:type="dxa"/>
          </w:tcPr>
          <w:p w14:paraId="70906D09" w14:textId="24D563FA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da 5 litri con membrana fissa in SBR da utilizzare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056AE">
              <w:rPr>
                <w:rFonts w:ascii="Poppins" w:hAnsi="Poppins" w:cs="Poppins"/>
                <w:sz w:val="20"/>
              </w:rPr>
              <w:t>negli impianti di riscaldamento, raffrescamento ed acqua sanitaria.</w:t>
            </w:r>
          </w:p>
          <w:p w14:paraId="6FB3F039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6513A195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D2ABA1B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B3263A5" w14:textId="68EB5AC8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Temperatura di esercizio: </w:t>
            </w: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10 a +99 °C</w:t>
            </w:r>
          </w:p>
          <w:p w14:paraId="47256F82" w14:textId="2068A788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massima di esercizio: 10 bar</w:t>
            </w:r>
          </w:p>
          <w:p w14:paraId="02339B68" w14:textId="2EBAC61A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di precarica: 2,5 bar</w:t>
            </w:r>
          </w:p>
          <w:p w14:paraId="10DD9BB5" w14:textId="38413EE3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Attacco: M 3/4" Gas</w:t>
            </w:r>
          </w:p>
          <w:p w14:paraId="20AB27B4" w14:textId="05FC2E11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Altezza: 225 mm</w:t>
            </w:r>
          </w:p>
          <w:p w14:paraId="611EF0AA" w14:textId="65D1DB68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Diametro: 205 mm</w:t>
            </w:r>
          </w:p>
          <w:p w14:paraId="7B03A683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9E1FD45" w14:textId="653CE2C8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Marca E</w:t>
            </w:r>
            <w:r w:rsidR="00805738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Modello Vaso di espansione polifunzionale con membrana fissa e guaina protettiva 5 litri o equivalente.</w:t>
            </w:r>
          </w:p>
        </w:tc>
      </w:tr>
      <w:tr w:rsidR="00F056AE" w:rsidRPr="00B0544D" w14:paraId="535B5B31" w14:textId="77777777" w:rsidTr="009027D5">
        <w:tc>
          <w:tcPr>
            <w:tcW w:w="1398" w:type="dxa"/>
          </w:tcPr>
          <w:p w14:paraId="0AA64794" w14:textId="2104EBB4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00820002</w:t>
            </w:r>
          </w:p>
        </w:tc>
        <w:tc>
          <w:tcPr>
            <w:tcW w:w="2297" w:type="dxa"/>
          </w:tcPr>
          <w:p w14:paraId="398402E3" w14:textId="77777777" w:rsidR="00F056AE" w:rsidRPr="00F056AE" w:rsidRDefault="00F056AE" w:rsidP="00F056AE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polifunzionale con membrana fissa e guaina protettiva</w:t>
            </w:r>
          </w:p>
          <w:p w14:paraId="2814AB1F" w14:textId="461FF58D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8</w:t>
            </w:r>
            <w:r w:rsidR="00851B4A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03" w:type="dxa"/>
          </w:tcPr>
          <w:p w14:paraId="0A0AD2D8" w14:textId="1CDC6879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F056AE">
              <w:rPr>
                <w:rFonts w:ascii="Poppins" w:hAnsi="Poppins" w:cs="Poppins"/>
                <w:sz w:val="20"/>
              </w:rPr>
              <w:t xml:space="preserve"> litri con membrana fissa in SBR da utilizzare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056AE">
              <w:rPr>
                <w:rFonts w:ascii="Poppins" w:hAnsi="Poppins" w:cs="Poppins"/>
                <w:sz w:val="20"/>
              </w:rPr>
              <w:t>negli impianti di riscaldamento, raffrescamento ed acqua sanitaria.</w:t>
            </w:r>
          </w:p>
          <w:p w14:paraId="5C474D1B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3665FE31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1D58189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6D70F2D" w14:textId="5829E438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Temperatura di esercizio: </w:t>
            </w: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10 a +99 °C</w:t>
            </w:r>
          </w:p>
          <w:p w14:paraId="336E2A36" w14:textId="5B4E65B6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massima di esercizio: 10 bar</w:t>
            </w:r>
          </w:p>
          <w:p w14:paraId="24562393" w14:textId="5A3AD024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di precarica: 2,5 bar</w:t>
            </w:r>
          </w:p>
          <w:p w14:paraId="179F7C98" w14:textId="192C65C5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Attacco: M 3/4" Gas</w:t>
            </w:r>
          </w:p>
          <w:p w14:paraId="5C7BA3EA" w14:textId="269493A6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Altezza: 2</w:t>
            </w:r>
            <w:r w:rsidR="00F056AE">
              <w:rPr>
                <w:rFonts w:ascii="Poppins" w:hAnsi="Poppins" w:cs="Poppins"/>
                <w:sz w:val="20"/>
              </w:rPr>
              <w:t>8</w:t>
            </w:r>
            <w:r w:rsidR="00F056AE" w:rsidRPr="00F056AE">
              <w:rPr>
                <w:rFonts w:ascii="Poppins" w:hAnsi="Poppins" w:cs="Poppins"/>
                <w:sz w:val="20"/>
              </w:rPr>
              <w:t>5 mm</w:t>
            </w:r>
          </w:p>
          <w:p w14:paraId="0E4C39E7" w14:textId="3627816E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Diametro: 205 mm</w:t>
            </w:r>
          </w:p>
          <w:p w14:paraId="1D5609FE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F57A23" w14:textId="3BA78BAF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14012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B14012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Modello Vaso di espansione polifunzionale con membrana fissa e guaina protettiva </w:t>
            </w:r>
            <w:r>
              <w:rPr>
                <w:rFonts w:ascii="Poppins" w:hAnsi="Poppins" w:cs="Poppins"/>
                <w:b/>
                <w:bCs/>
                <w:sz w:val="20"/>
              </w:rPr>
              <w:t>8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F056AE" w:rsidRPr="00B0544D" w14:paraId="2AD7E8F6" w14:textId="77777777" w:rsidTr="009027D5">
        <w:tc>
          <w:tcPr>
            <w:tcW w:w="1398" w:type="dxa"/>
          </w:tcPr>
          <w:p w14:paraId="4A719B5C" w14:textId="48BA50FC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00820004</w:t>
            </w:r>
          </w:p>
        </w:tc>
        <w:tc>
          <w:tcPr>
            <w:tcW w:w="2297" w:type="dxa"/>
          </w:tcPr>
          <w:p w14:paraId="68566859" w14:textId="77777777" w:rsidR="00F056AE" w:rsidRPr="00F056AE" w:rsidRDefault="00F056AE" w:rsidP="00F056AE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polifunzionale con membrana fissa e guaina protettiva</w:t>
            </w:r>
          </w:p>
          <w:p w14:paraId="0362067F" w14:textId="0F058F7F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11</w:t>
            </w:r>
            <w:r w:rsidR="00851B4A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03" w:type="dxa"/>
          </w:tcPr>
          <w:p w14:paraId="2AAEC419" w14:textId="083ABB4C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11</w:t>
            </w:r>
            <w:r w:rsidRPr="00F056AE">
              <w:rPr>
                <w:rFonts w:ascii="Poppins" w:hAnsi="Poppins" w:cs="Poppins"/>
                <w:sz w:val="20"/>
              </w:rPr>
              <w:t xml:space="preserve"> litri con membrana fissa in SBR da utilizzare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056AE">
              <w:rPr>
                <w:rFonts w:ascii="Poppins" w:hAnsi="Poppins" w:cs="Poppins"/>
                <w:sz w:val="20"/>
              </w:rPr>
              <w:t>negli impianti di riscaldamento, raffrescamento ed acqua sanitaria.</w:t>
            </w:r>
          </w:p>
          <w:p w14:paraId="0DA5C761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BDE94FA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061244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4F76D35" w14:textId="4FD4F7E4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Temperatura di esercizio: </w:t>
            </w: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10 a +99 °C</w:t>
            </w:r>
          </w:p>
          <w:p w14:paraId="43254E10" w14:textId="2A24151C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massima di esercizio: 10 bar</w:t>
            </w:r>
          </w:p>
          <w:p w14:paraId="0930A46B" w14:textId="5AF6539E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di precarica: 2,5 bar</w:t>
            </w:r>
          </w:p>
          <w:p w14:paraId="2A203FDD" w14:textId="17E50265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Attacco: M 3/4" Gas</w:t>
            </w:r>
          </w:p>
          <w:p w14:paraId="323ED475" w14:textId="6A142997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Altezza: </w:t>
            </w:r>
            <w:r w:rsidR="00F056AE">
              <w:rPr>
                <w:rFonts w:ascii="Poppins" w:hAnsi="Poppins" w:cs="Poppins"/>
                <w:sz w:val="20"/>
              </w:rPr>
              <w:t>305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mm</w:t>
            </w:r>
          </w:p>
          <w:p w14:paraId="2F6957CF" w14:textId="039B23A7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Diametro: 2</w:t>
            </w:r>
            <w:r w:rsidR="00F056AE">
              <w:rPr>
                <w:rFonts w:ascii="Poppins" w:hAnsi="Poppins" w:cs="Poppins"/>
                <w:sz w:val="20"/>
              </w:rPr>
              <w:t>70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mm</w:t>
            </w:r>
          </w:p>
          <w:p w14:paraId="775A68BA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29FE318" w14:textId="0A959ACD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14012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B14012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Modello Vaso di espansione polifunzionale con membrana fissa e guaina protettiva </w:t>
            </w:r>
            <w:r>
              <w:rPr>
                <w:rFonts w:ascii="Poppins" w:hAnsi="Poppins" w:cs="Poppins"/>
                <w:b/>
                <w:bCs/>
                <w:sz w:val="20"/>
              </w:rPr>
              <w:t>11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F056AE" w:rsidRPr="00B0544D" w14:paraId="09882D48" w14:textId="77777777" w:rsidTr="009027D5">
        <w:tc>
          <w:tcPr>
            <w:tcW w:w="1398" w:type="dxa"/>
          </w:tcPr>
          <w:p w14:paraId="26B80954" w14:textId="5D828276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00820006</w:t>
            </w:r>
          </w:p>
        </w:tc>
        <w:tc>
          <w:tcPr>
            <w:tcW w:w="2297" w:type="dxa"/>
          </w:tcPr>
          <w:p w14:paraId="1233F639" w14:textId="77777777" w:rsidR="00F056AE" w:rsidRPr="00F056AE" w:rsidRDefault="00F056AE" w:rsidP="00F056AE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polifunzionale con membrana fissa e guaina protettiva</w:t>
            </w:r>
          </w:p>
          <w:p w14:paraId="7D4A9D73" w14:textId="22D0C02C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18</w:t>
            </w:r>
            <w:r w:rsidR="00745D71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03" w:type="dxa"/>
          </w:tcPr>
          <w:p w14:paraId="4E157E75" w14:textId="630735EB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F056AE">
              <w:rPr>
                <w:rFonts w:ascii="Poppins" w:hAnsi="Poppins" w:cs="Poppins"/>
                <w:sz w:val="20"/>
              </w:rPr>
              <w:t xml:space="preserve"> litri con membrana fissa in SBR da utilizzare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056AE">
              <w:rPr>
                <w:rFonts w:ascii="Poppins" w:hAnsi="Poppins" w:cs="Poppins"/>
                <w:sz w:val="20"/>
              </w:rPr>
              <w:t>negli impianti di riscaldamento, raffrescamento ed acqua sanitaria.</w:t>
            </w:r>
          </w:p>
          <w:p w14:paraId="29A1231A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5CC52B2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A8D3D9F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781D721" w14:textId="3B7D7988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Temperatura di esercizio: </w:t>
            </w: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10 a +99 °C</w:t>
            </w:r>
          </w:p>
          <w:p w14:paraId="1B26C2B7" w14:textId="0298C003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massima di esercizio: 10 bar</w:t>
            </w:r>
          </w:p>
          <w:p w14:paraId="3908A306" w14:textId="7327CFBE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di precarica: 2,5 bar</w:t>
            </w:r>
          </w:p>
          <w:p w14:paraId="1B62EE08" w14:textId="5EEC2D81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Attacco: M 3/4" Gas</w:t>
            </w:r>
          </w:p>
          <w:p w14:paraId="3D525C02" w14:textId="3726559A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Altezza: </w:t>
            </w:r>
            <w:r w:rsidR="00F056AE">
              <w:rPr>
                <w:rFonts w:ascii="Poppins" w:hAnsi="Poppins" w:cs="Poppins"/>
                <w:sz w:val="20"/>
              </w:rPr>
              <w:t>400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mm</w:t>
            </w:r>
          </w:p>
          <w:p w14:paraId="1BA08DEC" w14:textId="51652502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Diametro: 2</w:t>
            </w:r>
            <w:r w:rsidR="00F056AE">
              <w:rPr>
                <w:rFonts w:ascii="Poppins" w:hAnsi="Poppins" w:cs="Poppins"/>
                <w:sz w:val="20"/>
              </w:rPr>
              <w:t>70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mm</w:t>
            </w:r>
          </w:p>
          <w:p w14:paraId="79715E5D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2873EFD" w14:textId="15AF602A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14012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B14012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Modello Vaso di espansione polifunzionale con membrana fissa e guaina protettiva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18 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>litri o equivalente.</w:t>
            </w:r>
          </w:p>
        </w:tc>
      </w:tr>
      <w:tr w:rsidR="00F056AE" w:rsidRPr="00B0544D" w14:paraId="308428AF" w14:textId="77777777" w:rsidTr="009027D5">
        <w:tc>
          <w:tcPr>
            <w:tcW w:w="1398" w:type="dxa"/>
          </w:tcPr>
          <w:p w14:paraId="08E0A27C" w14:textId="3E0774C0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008200</w:t>
            </w:r>
            <w:r w:rsidR="00847E23">
              <w:rPr>
                <w:rFonts w:ascii="Poppins" w:hAnsi="Poppins" w:cs="Poppins"/>
                <w:sz w:val="20"/>
              </w:rPr>
              <w:t>10</w:t>
            </w:r>
          </w:p>
        </w:tc>
        <w:tc>
          <w:tcPr>
            <w:tcW w:w="2297" w:type="dxa"/>
          </w:tcPr>
          <w:p w14:paraId="6B22E031" w14:textId="77777777" w:rsidR="00F056AE" w:rsidRPr="00F056AE" w:rsidRDefault="00F056AE" w:rsidP="00F056AE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Vaso di espansione polifunzionale con membrana fissa e guaina protettiva</w:t>
            </w:r>
          </w:p>
          <w:p w14:paraId="2CC628F8" w14:textId="3E5DCDDE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24</w:t>
            </w:r>
            <w:r w:rsidR="00745D71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03" w:type="dxa"/>
          </w:tcPr>
          <w:p w14:paraId="704C1DD6" w14:textId="253A2395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F056AE">
              <w:rPr>
                <w:rFonts w:ascii="Poppins" w:hAnsi="Poppins" w:cs="Poppins"/>
                <w:sz w:val="20"/>
              </w:rPr>
              <w:t xml:space="preserve"> litri con membrana fissa in SBR da utilizzare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056AE">
              <w:rPr>
                <w:rFonts w:ascii="Poppins" w:hAnsi="Poppins" w:cs="Poppins"/>
                <w:sz w:val="20"/>
              </w:rPr>
              <w:t>negli impianti di riscaldamento, raffrescamento ed acqua sanitaria.</w:t>
            </w:r>
          </w:p>
          <w:p w14:paraId="33217EFF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711D7FA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2975567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2B44A7A" w14:textId="2362F2E6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Temperatura di esercizio: </w:t>
            </w: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10 a +99 °C</w:t>
            </w:r>
          </w:p>
          <w:p w14:paraId="499A001D" w14:textId="5ECD0700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massima di esercizio: 10 bar</w:t>
            </w:r>
          </w:p>
          <w:p w14:paraId="3403318D" w14:textId="5E2D7286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Pressione di precarica: 2,5 bar</w:t>
            </w:r>
          </w:p>
          <w:p w14:paraId="7990BFF7" w14:textId="69F84D4F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Attacco: M </w:t>
            </w:r>
            <w:r w:rsidR="00F056AE">
              <w:rPr>
                <w:rFonts w:ascii="Poppins" w:hAnsi="Poppins" w:cs="Poppins"/>
                <w:sz w:val="20"/>
              </w:rPr>
              <w:t>1</w:t>
            </w:r>
            <w:r w:rsidR="00F056AE" w:rsidRPr="00F056AE">
              <w:rPr>
                <w:rFonts w:ascii="Poppins" w:hAnsi="Poppins" w:cs="Poppins"/>
                <w:sz w:val="20"/>
              </w:rPr>
              <w:t>" Gas</w:t>
            </w:r>
          </w:p>
          <w:p w14:paraId="41216D74" w14:textId="1820411D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Altezza: </w:t>
            </w:r>
            <w:r w:rsidR="00847E23">
              <w:rPr>
                <w:rFonts w:ascii="Poppins" w:hAnsi="Poppins" w:cs="Poppins"/>
                <w:sz w:val="20"/>
              </w:rPr>
              <w:t>500</w:t>
            </w:r>
            <w:r w:rsidR="00F056AE">
              <w:rPr>
                <w:rFonts w:ascii="Poppins" w:hAnsi="Poppins" w:cs="Poppins"/>
                <w:sz w:val="20"/>
              </w:rPr>
              <w:t xml:space="preserve"> </w:t>
            </w:r>
            <w:r w:rsidR="00F056AE" w:rsidRPr="00F056AE">
              <w:rPr>
                <w:rFonts w:ascii="Poppins" w:hAnsi="Poppins" w:cs="Poppins"/>
                <w:sz w:val="20"/>
              </w:rPr>
              <w:t>mm</w:t>
            </w:r>
          </w:p>
          <w:p w14:paraId="3A70C565" w14:textId="3A509300" w:rsidR="00F056AE" w:rsidRPr="00F056AE" w:rsidRDefault="00D24300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-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Diametro: </w:t>
            </w:r>
            <w:r w:rsidR="00847E23">
              <w:rPr>
                <w:rFonts w:ascii="Poppins" w:hAnsi="Poppins" w:cs="Poppins"/>
                <w:sz w:val="20"/>
              </w:rPr>
              <w:t>270</w:t>
            </w:r>
            <w:r w:rsidR="00F056AE" w:rsidRPr="00F056AE">
              <w:rPr>
                <w:rFonts w:ascii="Poppins" w:hAnsi="Poppins" w:cs="Poppins"/>
                <w:sz w:val="20"/>
              </w:rPr>
              <w:t xml:space="preserve"> mm</w:t>
            </w:r>
          </w:p>
          <w:p w14:paraId="13518DC2" w14:textId="77777777" w:rsidR="00F056AE" w:rsidRPr="00F056AE" w:rsidRDefault="00F056AE" w:rsidP="00F056A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91E753B" w14:textId="4A510458" w:rsidR="00F056AE" w:rsidRPr="00F056AE" w:rsidRDefault="00F056AE" w:rsidP="00F056A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14012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B14012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Modello Vaso di espansione polifunzionale con membrana fissa e guaina protettiva </w:t>
            </w:r>
            <w:r>
              <w:rPr>
                <w:rFonts w:ascii="Poppins" w:hAnsi="Poppins" w:cs="Poppins"/>
                <w:b/>
                <w:bCs/>
                <w:sz w:val="20"/>
              </w:rPr>
              <w:t>24</w:t>
            </w:r>
            <w:r w:rsidRPr="00F056AE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F056AE" w14:paraId="603A6FE2" w14:textId="77777777" w:rsidTr="001718E5">
        <w:tc>
          <w:tcPr>
            <w:tcW w:w="1398" w:type="dxa"/>
          </w:tcPr>
          <w:p w14:paraId="1659D954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00103006</w:t>
            </w:r>
          </w:p>
        </w:tc>
        <w:tc>
          <w:tcPr>
            <w:tcW w:w="2297" w:type="dxa"/>
          </w:tcPr>
          <w:p w14:paraId="0FF31A6D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7C496FD5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6 litri</w:t>
            </w:r>
          </w:p>
        </w:tc>
        <w:tc>
          <w:tcPr>
            <w:tcW w:w="5803" w:type="dxa"/>
          </w:tcPr>
          <w:p w14:paraId="28542CFA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6 litri con membrana fissa in SBR da utilizzare nei circuiti termo e impianti di refrigerazione.</w:t>
            </w:r>
          </w:p>
          <w:p w14:paraId="404E2A3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11B57C8F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7A783CD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C3A5A0" w14:textId="7944A050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79B5E5E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4 bar</w:t>
            </w:r>
          </w:p>
          <w:p w14:paraId="5242D09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68486DA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3DA32F6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280 mm</w:t>
            </w:r>
          </w:p>
          <w:p w14:paraId="385E61C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245 mm</w:t>
            </w:r>
          </w:p>
          <w:p w14:paraId="17DAD815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3E8DC7E5" w14:textId="6872DA31" w:rsidR="00F056AE" w:rsidRPr="001718E5" w:rsidRDefault="00F056AE" w:rsidP="00B1401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14012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B14012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B14012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6 litri o equivalente</w:t>
            </w:r>
            <w:r w:rsidR="00B1401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1048618F" w14:textId="77777777" w:rsidTr="001718E5">
        <w:tc>
          <w:tcPr>
            <w:tcW w:w="1398" w:type="dxa"/>
          </w:tcPr>
          <w:p w14:paraId="3CE32D2F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00103008</w:t>
            </w:r>
          </w:p>
        </w:tc>
        <w:tc>
          <w:tcPr>
            <w:tcW w:w="2297" w:type="dxa"/>
          </w:tcPr>
          <w:p w14:paraId="7249361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7DAE1920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8 litri</w:t>
            </w:r>
          </w:p>
        </w:tc>
        <w:tc>
          <w:tcPr>
            <w:tcW w:w="5803" w:type="dxa"/>
          </w:tcPr>
          <w:p w14:paraId="1B06E720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8 litri con membrana fissa in SBR da utilizzare nei circuiti termo e impianti di refrigerazione.</w:t>
            </w:r>
          </w:p>
          <w:p w14:paraId="72DD6BE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3381360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7F01FACF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FFE2B8" w14:textId="6644A0B4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38A968B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4 bar</w:t>
            </w:r>
          </w:p>
          <w:p w14:paraId="5622ECF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14EA0B0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71B543E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250 mm</w:t>
            </w:r>
          </w:p>
          <w:p w14:paraId="51FB28F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245 mm</w:t>
            </w:r>
          </w:p>
          <w:p w14:paraId="2B5F9E84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54B07369" w14:textId="387F08FE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8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4EFC9A0E" w14:textId="77777777" w:rsidTr="001718E5">
        <w:tc>
          <w:tcPr>
            <w:tcW w:w="1398" w:type="dxa"/>
          </w:tcPr>
          <w:p w14:paraId="43D35954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00103010</w:t>
            </w:r>
          </w:p>
        </w:tc>
        <w:tc>
          <w:tcPr>
            <w:tcW w:w="2297" w:type="dxa"/>
          </w:tcPr>
          <w:p w14:paraId="1E16D611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6D1F08E3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10 litri</w:t>
            </w:r>
          </w:p>
        </w:tc>
        <w:tc>
          <w:tcPr>
            <w:tcW w:w="5803" w:type="dxa"/>
          </w:tcPr>
          <w:p w14:paraId="5AA4EDF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10 litri con membrana fissa in SBR da utilizzare nei circuiti termo e impianti di refrigerazione.</w:t>
            </w:r>
          </w:p>
          <w:p w14:paraId="04490B9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014EA648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414DC66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FC0A093" w14:textId="286A2EC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7BDD202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4 bar</w:t>
            </w:r>
          </w:p>
          <w:p w14:paraId="6D28A3C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4B20217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2AB0F580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330 mm</w:t>
            </w:r>
          </w:p>
          <w:p w14:paraId="61C7017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245 mm</w:t>
            </w:r>
          </w:p>
          <w:p w14:paraId="2A904DDC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2AC47D03" w14:textId="3D6C26AF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10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718522AC" w14:textId="77777777" w:rsidTr="001718E5">
        <w:tc>
          <w:tcPr>
            <w:tcW w:w="1398" w:type="dxa"/>
          </w:tcPr>
          <w:p w14:paraId="4BAEED3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00103012</w:t>
            </w:r>
          </w:p>
        </w:tc>
        <w:tc>
          <w:tcPr>
            <w:tcW w:w="2297" w:type="dxa"/>
          </w:tcPr>
          <w:p w14:paraId="10D03B6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1F842DD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12 litri</w:t>
            </w:r>
          </w:p>
        </w:tc>
        <w:tc>
          <w:tcPr>
            <w:tcW w:w="5803" w:type="dxa"/>
          </w:tcPr>
          <w:p w14:paraId="2CDEA2B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12 litri con membrana fissa in SBR da utilizzare nei circuiti termo e impianti di refrigerazione.</w:t>
            </w:r>
          </w:p>
          <w:p w14:paraId="7415F12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08D0F30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5308449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3CF22E" w14:textId="2FD0BFED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6023C2EC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4 bar</w:t>
            </w:r>
          </w:p>
          <w:p w14:paraId="56F9CD7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484B75F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11F95F9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325 mm</w:t>
            </w:r>
          </w:p>
          <w:p w14:paraId="26D616E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285 mm</w:t>
            </w:r>
          </w:p>
          <w:p w14:paraId="7E3961F9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4A030935" w14:textId="4E12BB8E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12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08361EDD" w14:textId="77777777" w:rsidTr="001718E5">
        <w:tc>
          <w:tcPr>
            <w:tcW w:w="1398" w:type="dxa"/>
          </w:tcPr>
          <w:p w14:paraId="1B901A5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00103018</w:t>
            </w:r>
          </w:p>
        </w:tc>
        <w:tc>
          <w:tcPr>
            <w:tcW w:w="2297" w:type="dxa"/>
          </w:tcPr>
          <w:p w14:paraId="024E7CC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1814BE1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18 litri</w:t>
            </w:r>
          </w:p>
        </w:tc>
        <w:tc>
          <w:tcPr>
            <w:tcW w:w="5803" w:type="dxa"/>
          </w:tcPr>
          <w:p w14:paraId="6ECD919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18 litri con membrana fissa in SBR da utilizzare nei circuiti termo e impianti di refrigerazione.</w:t>
            </w:r>
          </w:p>
          <w:p w14:paraId="5F57036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82B680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2441CE6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B98D9D5" w14:textId="2DC2708C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1E976A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3.5 bar</w:t>
            </w:r>
          </w:p>
          <w:p w14:paraId="7478C57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583B80C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7DC8457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395 mm</w:t>
            </w:r>
          </w:p>
          <w:p w14:paraId="071D7A5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285 mm</w:t>
            </w:r>
          </w:p>
          <w:p w14:paraId="10EA1C9E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601E5F2D" w14:textId="02D40047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18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52BE43FA" w14:textId="77777777" w:rsidTr="001718E5">
        <w:tc>
          <w:tcPr>
            <w:tcW w:w="1398" w:type="dxa"/>
          </w:tcPr>
          <w:p w14:paraId="1F4ABA2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00103024</w:t>
            </w:r>
          </w:p>
        </w:tc>
        <w:tc>
          <w:tcPr>
            <w:tcW w:w="2297" w:type="dxa"/>
          </w:tcPr>
          <w:p w14:paraId="10D48160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4374087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24 litri</w:t>
            </w:r>
          </w:p>
        </w:tc>
        <w:tc>
          <w:tcPr>
            <w:tcW w:w="5803" w:type="dxa"/>
          </w:tcPr>
          <w:p w14:paraId="557630E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24 litri con membrana fissa in SBR da utilizzare nei circuiti termo e impianti di refrigerazione.</w:t>
            </w:r>
          </w:p>
          <w:p w14:paraId="323EB5B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ACDA58A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2E546F3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3C0AF0" w14:textId="2520CD0E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327C979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3.5 bar</w:t>
            </w:r>
          </w:p>
          <w:p w14:paraId="70D0662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05ECC2E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66FD3FB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420 mm</w:t>
            </w:r>
          </w:p>
          <w:p w14:paraId="1C82A46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325 mm</w:t>
            </w:r>
          </w:p>
          <w:p w14:paraId="5AEACBFA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265CD759" w14:textId="74BEC1A5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24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730E231E" w14:textId="77777777" w:rsidTr="001718E5">
        <w:tc>
          <w:tcPr>
            <w:tcW w:w="1398" w:type="dxa"/>
          </w:tcPr>
          <w:p w14:paraId="6842B51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00102400</w:t>
            </w:r>
          </w:p>
        </w:tc>
        <w:tc>
          <w:tcPr>
            <w:tcW w:w="2297" w:type="dxa"/>
          </w:tcPr>
          <w:p w14:paraId="622958EA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6744FFF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35 litri</w:t>
            </w:r>
          </w:p>
        </w:tc>
        <w:tc>
          <w:tcPr>
            <w:tcW w:w="5803" w:type="dxa"/>
          </w:tcPr>
          <w:p w14:paraId="5D1D9E3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35 litri con membrana fissa in SBR da utilizzare nei circuiti termo e impianti di refrigerazione.</w:t>
            </w:r>
          </w:p>
          <w:p w14:paraId="544AC5B8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539010B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58DE136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A9AFE81" w14:textId="0A6CA8D1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7227B8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5 bar</w:t>
            </w:r>
          </w:p>
          <w:p w14:paraId="50E9834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295EB64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3182A59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455 mm</w:t>
            </w:r>
          </w:p>
          <w:p w14:paraId="7C16903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380 mm</w:t>
            </w:r>
          </w:p>
          <w:p w14:paraId="08A7F823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6E5CA40B" w14:textId="4568F4F9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35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524D4A9C" w14:textId="77777777" w:rsidTr="001718E5">
        <w:tc>
          <w:tcPr>
            <w:tcW w:w="1398" w:type="dxa"/>
          </w:tcPr>
          <w:p w14:paraId="0066301C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00102405</w:t>
            </w:r>
          </w:p>
        </w:tc>
        <w:tc>
          <w:tcPr>
            <w:tcW w:w="2297" w:type="dxa"/>
          </w:tcPr>
          <w:p w14:paraId="6B505F8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056E01E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50 litri</w:t>
            </w:r>
          </w:p>
        </w:tc>
        <w:tc>
          <w:tcPr>
            <w:tcW w:w="5803" w:type="dxa"/>
          </w:tcPr>
          <w:p w14:paraId="684C022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50 litri con membrana fissa in SBR da utilizzare nei circuiti termo e impianti di refrigerazione.</w:t>
            </w:r>
          </w:p>
          <w:p w14:paraId="46FBD9C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46DE7CF0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606BCE4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2D4E0B2" w14:textId="7701E0CE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5BBCC5E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74014CC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70EBD6B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22993C1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590 mm</w:t>
            </w:r>
          </w:p>
          <w:p w14:paraId="6BA22F5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380 mm</w:t>
            </w:r>
          </w:p>
          <w:p w14:paraId="47FE19C8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1A01CE1F" w14:textId="6BD803A8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50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3D5775C2" w14:textId="77777777" w:rsidTr="001718E5">
        <w:tc>
          <w:tcPr>
            <w:tcW w:w="1398" w:type="dxa"/>
          </w:tcPr>
          <w:p w14:paraId="7A342A3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00102410</w:t>
            </w:r>
          </w:p>
        </w:tc>
        <w:tc>
          <w:tcPr>
            <w:tcW w:w="2297" w:type="dxa"/>
          </w:tcPr>
          <w:p w14:paraId="3E44A79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6ADE58C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80 litri</w:t>
            </w:r>
          </w:p>
        </w:tc>
        <w:tc>
          <w:tcPr>
            <w:tcW w:w="5803" w:type="dxa"/>
          </w:tcPr>
          <w:p w14:paraId="6F01572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80 litri con membrana fissa in SBR da utilizzare nei circuiti termo e impianti di refrigerazione.</w:t>
            </w:r>
          </w:p>
          <w:p w14:paraId="2178A91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CFAB27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289C548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643AE1" w14:textId="03ECC0B9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7033902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052EB7F0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6C531E7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4BC4C8D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690 mm</w:t>
            </w:r>
          </w:p>
          <w:p w14:paraId="5759EBF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lastRenderedPageBreak/>
              <w:t>Diametro: 460 mm</w:t>
            </w:r>
          </w:p>
          <w:p w14:paraId="2FBF7433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59CA34C6" w14:textId="14C0C6EF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80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04E9393F" w14:textId="77777777" w:rsidTr="001718E5">
        <w:tc>
          <w:tcPr>
            <w:tcW w:w="1398" w:type="dxa"/>
          </w:tcPr>
          <w:p w14:paraId="5F4D678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00102415</w:t>
            </w:r>
          </w:p>
        </w:tc>
        <w:tc>
          <w:tcPr>
            <w:tcW w:w="2297" w:type="dxa"/>
          </w:tcPr>
          <w:p w14:paraId="378A380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4C9554E4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100 litri</w:t>
            </w:r>
          </w:p>
        </w:tc>
        <w:tc>
          <w:tcPr>
            <w:tcW w:w="5803" w:type="dxa"/>
          </w:tcPr>
          <w:p w14:paraId="17E6869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100 litri con membrana fissa in SBR da utilizzare nei circuiti termo e impianti di refrigerazione.</w:t>
            </w:r>
          </w:p>
          <w:p w14:paraId="01C55D6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0B9D853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350BB94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CF37F8" w14:textId="089D1158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31A2DA4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4F9BD7C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28B2B00C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6A1892F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810 mm</w:t>
            </w:r>
          </w:p>
          <w:p w14:paraId="4BCB59C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460 mm</w:t>
            </w:r>
          </w:p>
          <w:p w14:paraId="533F589E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2DB14678" w14:textId="33CBCEF0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100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2792D1BF" w14:textId="77777777" w:rsidTr="001718E5">
        <w:tc>
          <w:tcPr>
            <w:tcW w:w="1398" w:type="dxa"/>
          </w:tcPr>
          <w:p w14:paraId="0245DC9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00102420</w:t>
            </w:r>
          </w:p>
        </w:tc>
        <w:tc>
          <w:tcPr>
            <w:tcW w:w="2297" w:type="dxa"/>
          </w:tcPr>
          <w:p w14:paraId="4D2C30E5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335CA93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150 litri</w:t>
            </w:r>
          </w:p>
        </w:tc>
        <w:tc>
          <w:tcPr>
            <w:tcW w:w="5803" w:type="dxa"/>
          </w:tcPr>
          <w:p w14:paraId="04D3B22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150 litri con membrana fissa in SBR da utilizzare nei circuiti termo e impianti di refrigerazione.</w:t>
            </w:r>
          </w:p>
          <w:p w14:paraId="4865D3CA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057AB58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4F924738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C30703" w14:textId="102F5A9B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9F0C580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74D576F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3C410BA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26685172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970 mm</w:t>
            </w:r>
          </w:p>
          <w:p w14:paraId="0B09451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510 mm</w:t>
            </w:r>
          </w:p>
          <w:p w14:paraId="7DACC33E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77E50236" w14:textId="1C285DA7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150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1C136183" w14:textId="77777777" w:rsidTr="001718E5">
        <w:tc>
          <w:tcPr>
            <w:tcW w:w="1398" w:type="dxa"/>
          </w:tcPr>
          <w:p w14:paraId="4685573D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00102425</w:t>
            </w:r>
          </w:p>
        </w:tc>
        <w:tc>
          <w:tcPr>
            <w:tcW w:w="2297" w:type="dxa"/>
          </w:tcPr>
          <w:p w14:paraId="0470AA9C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714DE84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200 litri</w:t>
            </w:r>
          </w:p>
        </w:tc>
        <w:tc>
          <w:tcPr>
            <w:tcW w:w="5803" w:type="dxa"/>
          </w:tcPr>
          <w:p w14:paraId="54D4E22E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200 litri con membrana fissa in SBR da utilizzare nei circuiti termo e impianti di refrigerazione.</w:t>
            </w:r>
          </w:p>
          <w:p w14:paraId="05F5D84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4375EB6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1DD5050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2E5D8C" w14:textId="5E3B42E9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5DC7775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lastRenderedPageBreak/>
              <w:t>Pressione massima di esercizio: 6 bar</w:t>
            </w:r>
          </w:p>
          <w:p w14:paraId="4839EFE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71B5BD6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642FC04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985 mm</w:t>
            </w:r>
          </w:p>
          <w:p w14:paraId="16F055E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590 mm</w:t>
            </w:r>
          </w:p>
          <w:p w14:paraId="1D1C97A0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0A208177" w14:textId="10DA5E4B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200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7C80E566" w14:textId="77777777" w:rsidTr="001718E5">
        <w:tc>
          <w:tcPr>
            <w:tcW w:w="1398" w:type="dxa"/>
          </w:tcPr>
          <w:p w14:paraId="2E90A9A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00102430</w:t>
            </w:r>
          </w:p>
        </w:tc>
        <w:tc>
          <w:tcPr>
            <w:tcW w:w="2297" w:type="dxa"/>
          </w:tcPr>
          <w:p w14:paraId="7EC9DF1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218114C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250 litri</w:t>
            </w:r>
          </w:p>
        </w:tc>
        <w:tc>
          <w:tcPr>
            <w:tcW w:w="5803" w:type="dxa"/>
          </w:tcPr>
          <w:p w14:paraId="70070DC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250 litri con membrana fissa in SBR da utilizzare nei circuiti termo e impianti di refrigerazione.</w:t>
            </w:r>
          </w:p>
          <w:p w14:paraId="59A966CF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52D9FE6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10024C4E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336025C" w14:textId="17C44CD1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A055BD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0AA1077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5EA8618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7CB3720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1230 mm</w:t>
            </w:r>
          </w:p>
          <w:p w14:paraId="0B2B6B6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590 mm</w:t>
            </w:r>
          </w:p>
          <w:p w14:paraId="1BC388D0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1E7EAB5E" w14:textId="4FF93137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250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462B5384" w14:textId="77777777" w:rsidTr="001718E5">
        <w:tc>
          <w:tcPr>
            <w:tcW w:w="1398" w:type="dxa"/>
          </w:tcPr>
          <w:p w14:paraId="77ED795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00102435</w:t>
            </w:r>
          </w:p>
        </w:tc>
        <w:tc>
          <w:tcPr>
            <w:tcW w:w="2297" w:type="dxa"/>
          </w:tcPr>
          <w:p w14:paraId="6C558946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a membrana fissa</w:t>
            </w:r>
          </w:p>
          <w:p w14:paraId="28802DF4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300 litri</w:t>
            </w:r>
          </w:p>
        </w:tc>
        <w:tc>
          <w:tcPr>
            <w:tcW w:w="5803" w:type="dxa"/>
          </w:tcPr>
          <w:p w14:paraId="586FB64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250 litri con membrana fissa in SBR da utilizzare nei circuiti termo e impianti di refrigerazione.</w:t>
            </w:r>
          </w:p>
          <w:p w14:paraId="50B12E1E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38430AB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 xml:space="preserve"> </w:t>
            </w:r>
          </w:p>
          <w:p w14:paraId="7EFE0150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85522B" w14:textId="646D90F8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22AE426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6 bar</w:t>
            </w:r>
          </w:p>
          <w:p w14:paraId="1236D40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5C7092C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3/4" Gas</w:t>
            </w:r>
          </w:p>
          <w:p w14:paraId="65BC3A7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1220 mm</w:t>
            </w:r>
          </w:p>
          <w:p w14:paraId="011B63A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650 mm</w:t>
            </w:r>
          </w:p>
          <w:p w14:paraId="12CA227C" w14:textId="77777777" w:rsidR="00F056AE" w:rsidRPr="001718E5" w:rsidRDefault="00F056AE" w:rsidP="00F056AE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73A96F9A" w14:textId="1A9EB5E6" w:rsidR="00F056AE" w:rsidRPr="001718E5" w:rsidRDefault="00F056AE" w:rsidP="00711306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a membrana fissa</w:t>
            </w:r>
            <w:r w:rsidR="0071130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718E5">
              <w:rPr>
                <w:rFonts w:ascii="Poppins" w:hAnsi="Poppins" w:cs="Poppins"/>
                <w:b/>
                <w:sz w:val="20"/>
              </w:rPr>
              <w:t>250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0729D1B3" w14:textId="77777777" w:rsidTr="001718E5">
        <w:tc>
          <w:tcPr>
            <w:tcW w:w="1398" w:type="dxa"/>
          </w:tcPr>
          <w:p w14:paraId="072FD070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02706834</w:t>
            </w:r>
          </w:p>
        </w:tc>
        <w:tc>
          <w:tcPr>
            <w:tcW w:w="2297" w:type="dxa"/>
          </w:tcPr>
          <w:p w14:paraId="505C183A" w14:textId="4FB6DC66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 xml:space="preserve">Staffa di fissaggio per vasi di </w:t>
            </w: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espansione fino a 24 litri</w:t>
            </w:r>
          </w:p>
        </w:tc>
        <w:tc>
          <w:tcPr>
            <w:tcW w:w="5803" w:type="dxa"/>
          </w:tcPr>
          <w:p w14:paraId="781A441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lastRenderedPageBreak/>
              <w:t>Staffa a L per il fissaggio a muro dei vasi di espansione fino a 24 litri.</w:t>
            </w:r>
          </w:p>
          <w:p w14:paraId="22B3B440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lastRenderedPageBreak/>
              <w:t>Incluso raccordo da 3/4" M x 3/4" F con doppia valvola di non ritorno.</w:t>
            </w:r>
          </w:p>
          <w:p w14:paraId="6316B93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Tasselli e viti a corredo.</w:t>
            </w:r>
          </w:p>
          <w:p w14:paraId="79CC552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EAF79B" w14:textId="7E2FB379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Staffa di fissaggio per vasi di espansione fino a 24 litri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202ED" w14:paraId="7612EC85" w14:textId="77777777" w:rsidTr="001718E5">
        <w:tc>
          <w:tcPr>
            <w:tcW w:w="1398" w:type="dxa"/>
          </w:tcPr>
          <w:p w14:paraId="444B4FFE" w14:textId="37F8B817" w:rsidR="001202ED" w:rsidRPr="001718E5" w:rsidRDefault="001202ED" w:rsidP="001202E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02706836</w:t>
            </w:r>
          </w:p>
        </w:tc>
        <w:tc>
          <w:tcPr>
            <w:tcW w:w="2297" w:type="dxa"/>
          </w:tcPr>
          <w:p w14:paraId="34EB5145" w14:textId="32DEC111" w:rsidR="001202ED" w:rsidRPr="001718E5" w:rsidRDefault="001202ED" w:rsidP="001202E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</w:t>
            </w:r>
            <w:r w:rsidRPr="006C7799">
              <w:rPr>
                <w:rFonts w:ascii="Poppins" w:hAnsi="Poppins" w:cs="Poppins"/>
                <w:sz w:val="20"/>
              </w:rPr>
              <w:t>500 mm</w:t>
            </w:r>
          </w:p>
        </w:tc>
        <w:tc>
          <w:tcPr>
            <w:tcW w:w="5803" w:type="dxa"/>
          </w:tcPr>
          <w:p w14:paraId="18F332C1" w14:textId="77777777" w:rsidR="001202ED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44EED820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9E61E71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2C2A8E39" w14:textId="77777777" w:rsidR="001202ED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Lunghezza flessibile: 500 mm</w:t>
            </w:r>
          </w:p>
          <w:p w14:paraId="779EEAE2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A5D990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3982DB9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9CF0580" w14:textId="401EE5D4" w:rsidR="001202ED" w:rsidRPr="001718E5" w:rsidRDefault="001202ED" w:rsidP="001202E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L=500 mm o equivalente.</w:t>
            </w:r>
          </w:p>
        </w:tc>
      </w:tr>
      <w:tr w:rsidR="001202ED" w14:paraId="4F66D1B1" w14:textId="77777777" w:rsidTr="001718E5">
        <w:tc>
          <w:tcPr>
            <w:tcW w:w="1398" w:type="dxa"/>
          </w:tcPr>
          <w:p w14:paraId="4F088F2B" w14:textId="1A806960" w:rsidR="001202ED" w:rsidRPr="001718E5" w:rsidRDefault="001202ED" w:rsidP="001202E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02706838</w:t>
            </w:r>
          </w:p>
        </w:tc>
        <w:tc>
          <w:tcPr>
            <w:tcW w:w="2297" w:type="dxa"/>
          </w:tcPr>
          <w:p w14:paraId="616265F2" w14:textId="6BEBC49B" w:rsidR="001202ED" w:rsidRPr="001718E5" w:rsidRDefault="001202ED" w:rsidP="001202E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=10</w:t>
            </w:r>
            <w:r w:rsidRPr="006C7799">
              <w:rPr>
                <w:rFonts w:ascii="Poppins" w:hAnsi="Poppins" w:cs="Poppins"/>
                <w:sz w:val="20"/>
              </w:rPr>
              <w:t>00 mm</w:t>
            </w:r>
          </w:p>
        </w:tc>
        <w:tc>
          <w:tcPr>
            <w:tcW w:w="5803" w:type="dxa"/>
          </w:tcPr>
          <w:p w14:paraId="5FBC2914" w14:textId="77777777" w:rsidR="001202ED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5080BC61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5C7C674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0C153B97" w14:textId="77777777" w:rsidR="001202ED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 xml:space="preserve">Lunghezza flessibile: </w:t>
            </w:r>
            <w:r>
              <w:rPr>
                <w:rFonts w:ascii="Poppins" w:hAnsi="Poppins" w:cs="Poppins"/>
                <w:sz w:val="20"/>
              </w:rPr>
              <w:t>10</w:t>
            </w:r>
            <w:r w:rsidRPr="00B36317">
              <w:rPr>
                <w:rFonts w:ascii="Poppins" w:hAnsi="Poppins" w:cs="Poppins"/>
                <w:sz w:val="20"/>
              </w:rPr>
              <w:t>00 mm</w:t>
            </w:r>
          </w:p>
          <w:p w14:paraId="259BD59E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65EC5FE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CDE98EF" w14:textId="77777777" w:rsidR="001202ED" w:rsidRPr="00B36317" w:rsidRDefault="001202ED" w:rsidP="001202E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F46EFB5" w14:textId="629DE5BC" w:rsidR="001202ED" w:rsidRPr="001718E5" w:rsidRDefault="001202ED" w:rsidP="001202E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B36317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F056AE" w14:paraId="5D8645A2" w14:textId="77777777" w:rsidTr="001718E5">
        <w:tc>
          <w:tcPr>
            <w:tcW w:w="1398" w:type="dxa"/>
          </w:tcPr>
          <w:p w14:paraId="3687431A" w14:textId="15CD0EF2" w:rsidR="00F056AE" w:rsidRPr="001718E5" w:rsidRDefault="003C1665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00800002</w:t>
            </w:r>
          </w:p>
        </w:tc>
        <w:tc>
          <w:tcPr>
            <w:tcW w:w="2297" w:type="dxa"/>
          </w:tcPr>
          <w:p w14:paraId="7E260113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 xml:space="preserve">Vaso di espansione per acqua sanitaria </w:t>
            </w:r>
          </w:p>
          <w:p w14:paraId="130444CB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con membrana in Butile</w:t>
            </w:r>
          </w:p>
          <w:p w14:paraId="25CFE236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 litri</w:t>
            </w:r>
          </w:p>
        </w:tc>
        <w:tc>
          <w:tcPr>
            <w:tcW w:w="5803" w:type="dxa"/>
          </w:tcPr>
          <w:p w14:paraId="3325E98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 litri con membrana intercambiabile in butile da utilizzare con acqua calda/ fredda sanitaria, circuiti termo e impianti di refrigerazione.</w:t>
            </w:r>
          </w:p>
          <w:p w14:paraId="507C33C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47DA8C4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43F10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782A211" w14:textId="14E53A45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99017B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77EA30B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3,5 bar</w:t>
            </w:r>
          </w:p>
          <w:p w14:paraId="6E5B3AD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1/2" Gas</w:t>
            </w:r>
          </w:p>
          <w:p w14:paraId="3CED0EA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lastRenderedPageBreak/>
              <w:t>Altezza: 240 mm</w:t>
            </w:r>
          </w:p>
          <w:p w14:paraId="6D58716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120 mm</w:t>
            </w:r>
          </w:p>
          <w:p w14:paraId="7502D6C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88287F" w14:textId="49278264" w:rsidR="00F056AE" w:rsidRPr="001718E5" w:rsidRDefault="00F056AE" w:rsidP="0080573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11306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711306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Butile 2 litri  o equivalente</w:t>
            </w:r>
            <w:r w:rsidR="0071130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4E057B0A" w14:textId="77777777" w:rsidTr="001718E5">
        <w:tc>
          <w:tcPr>
            <w:tcW w:w="1398" w:type="dxa"/>
          </w:tcPr>
          <w:p w14:paraId="61341DB5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00800026</w:t>
            </w:r>
          </w:p>
        </w:tc>
        <w:tc>
          <w:tcPr>
            <w:tcW w:w="2297" w:type="dxa"/>
          </w:tcPr>
          <w:p w14:paraId="27648C1C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 xml:space="preserve">Vaso di espansione per acqua sanitaria </w:t>
            </w:r>
          </w:p>
          <w:p w14:paraId="575FE27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con membrana in EPDM</w:t>
            </w:r>
          </w:p>
          <w:p w14:paraId="147FD656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24 litri</w:t>
            </w:r>
          </w:p>
        </w:tc>
        <w:tc>
          <w:tcPr>
            <w:tcW w:w="5803" w:type="dxa"/>
          </w:tcPr>
          <w:p w14:paraId="074E525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24 litri con membrana intercambiabile in EPDM da utilizzare con acqua calda/ fredda sanitaria, autoclave di pressurizzazione, circuiti termo e impianti di refrigerazione.</w:t>
            </w:r>
          </w:p>
          <w:p w14:paraId="62B8ECA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6B5BACD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029CB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A42951B" w14:textId="48EB2EEC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675F265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8 bar</w:t>
            </w:r>
          </w:p>
          <w:p w14:paraId="484EC96C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2,5 bar</w:t>
            </w:r>
          </w:p>
          <w:p w14:paraId="11920AB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2AB1666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365 mm</w:t>
            </w:r>
          </w:p>
          <w:p w14:paraId="72B203B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350 mm</w:t>
            </w:r>
          </w:p>
          <w:p w14:paraId="324540D9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DC0DAE" w14:textId="5659FE7D" w:rsidR="00F056AE" w:rsidRPr="001718E5" w:rsidRDefault="00F056AE" w:rsidP="00FB76F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="00FB76FD"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24 litri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33128CD8" w14:textId="77777777" w:rsidTr="001718E5">
        <w:tc>
          <w:tcPr>
            <w:tcW w:w="1398" w:type="dxa"/>
          </w:tcPr>
          <w:p w14:paraId="434E1CA1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00800595</w:t>
            </w:r>
          </w:p>
        </w:tc>
        <w:tc>
          <w:tcPr>
            <w:tcW w:w="2297" w:type="dxa"/>
          </w:tcPr>
          <w:p w14:paraId="26AD18D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</w:t>
            </w:r>
          </w:p>
          <w:p w14:paraId="599ECD7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35 litri</w:t>
            </w:r>
          </w:p>
        </w:tc>
        <w:tc>
          <w:tcPr>
            <w:tcW w:w="5803" w:type="dxa"/>
          </w:tcPr>
          <w:p w14:paraId="3C3D348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35 litri con membrana intercambiabile in EPDM da utilizzare con acqua calda/ fredda sanitaria, autoclave di pressurizzazione, circuiti termo e impianti di refrigerazione.</w:t>
            </w:r>
          </w:p>
          <w:p w14:paraId="131436BF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0984F6D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FF159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ECEAA5" w14:textId="6696AF78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4BF2A82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37292BA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417C261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52CF2A2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475 mm</w:t>
            </w:r>
          </w:p>
          <w:p w14:paraId="70922C6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380 mm</w:t>
            </w:r>
          </w:p>
          <w:p w14:paraId="32BD873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FA0EB2" w14:textId="66CD0C58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Marca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 xml:space="preserve"> 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="00FB76FD"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35 litri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06ABED7B" w14:textId="77777777" w:rsidTr="001718E5">
        <w:tc>
          <w:tcPr>
            <w:tcW w:w="1398" w:type="dxa"/>
          </w:tcPr>
          <w:p w14:paraId="69B20D90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00800590</w:t>
            </w:r>
          </w:p>
        </w:tc>
        <w:tc>
          <w:tcPr>
            <w:tcW w:w="2297" w:type="dxa"/>
          </w:tcPr>
          <w:p w14:paraId="6EBF3802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38D497B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35 litri</w:t>
            </w:r>
          </w:p>
        </w:tc>
        <w:tc>
          <w:tcPr>
            <w:tcW w:w="5803" w:type="dxa"/>
          </w:tcPr>
          <w:p w14:paraId="4ECE26F8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lastRenderedPageBreak/>
              <w:t>Vaso di espansione da 35 litri con membrana intercambiabile in EPDM e piedini da utilizzare con acqua calda/ fredda sanitaria, autoclave di pressurizzazione, circuiti termo e impianti di refrigerazione.</w:t>
            </w:r>
          </w:p>
          <w:p w14:paraId="55B9D4D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lastRenderedPageBreak/>
              <w:t>Conforme alla direttiva 2014/68/EU.</w:t>
            </w:r>
          </w:p>
          <w:p w14:paraId="5527AA7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C2F64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6E452C" w14:textId="6382E64D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060AB4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1797E491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3928485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596D477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560 mm</w:t>
            </w:r>
          </w:p>
          <w:p w14:paraId="505BCCA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380 mm</w:t>
            </w:r>
          </w:p>
          <w:p w14:paraId="6CC687B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7508285" w14:textId="7453C771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35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690B9EC0" w14:textId="77777777" w:rsidTr="001718E5">
        <w:tc>
          <w:tcPr>
            <w:tcW w:w="1398" w:type="dxa"/>
          </w:tcPr>
          <w:p w14:paraId="0CC22DE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00800600</w:t>
            </w:r>
          </w:p>
        </w:tc>
        <w:tc>
          <w:tcPr>
            <w:tcW w:w="2297" w:type="dxa"/>
          </w:tcPr>
          <w:p w14:paraId="10679C76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71EA0E6A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50 litri</w:t>
            </w:r>
          </w:p>
        </w:tc>
        <w:tc>
          <w:tcPr>
            <w:tcW w:w="5803" w:type="dxa"/>
          </w:tcPr>
          <w:p w14:paraId="3B37F78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50 litri con membrana intercambiabile in EPDM e piedini da utilizzare con acqua calda/ fredda sanitaria, autoclave di pressurizzazione, circuiti termo e impianti di refrigerazione.</w:t>
            </w:r>
          </w:p>
          <w:p w14:paraId="6D1F31EE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60CB736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16ADF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1C2F54" w14:textId="0FA9BB5C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69505A4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4AA4D29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3030323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4404354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720 mm</w:t>
            </w:r>
          </w:p>
          <w:p w14:paraId="707C22C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380 mm</w:t>
            </w:r>
          </w:p>
          <w:p w14:paraId="654F2B8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4577A4" w14:textId="0446B42F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50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167BF193" w14:textId="77777777" w:rsidTr="001718E5">
        <w:tc>
          <w:tcPr>
            <w:tcW w:w="1398" w:type="dxa"/>
          </w:tcPr>
          <w:p w14:paraId="7DD6133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00800610</w:t>
            </w:r>
          </w:p>
        </w:tc>
        <w:tc>
          <w:tcPr>
            <w:tcW w:w="2297" w:type="dxa"/>
          </w:tcPr>
          <w:p w14:paraId="18AC6BF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29B7B389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80 litri</w:t>
            </w:r>
          </w:p>
        </w:tc>
        <w:tc>
          <w:tcPr>
            <w:tcW w:w="5803" w:type="dxa"/>
          </w:tcPr>
          <w:p w14:paraId="076F5475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80 litri con membrana intercambiabile in EPDM e piedini da utilizzare con acqua calda/ fredda sanitaria, autoclave di pressurizzazione, circuiti termo e impianti di refrigerazione.</w:t>
            </w:r>
          </w:p>
          <w:p w14:paraId="5507BD2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4EF96C6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77E01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DD2BCD" w14:textId="3BDD7664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32E60F9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3EF115E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1,5 bar</w:t>
            </w:r>
          </w:p>
          <w:p w14:paraId="41E331E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43FDB6E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lastRenderedPageBreak/>
              <w:t>Altezza: 760 mm</w:t>
            </w:r>
          </w:p>
          <w:p w14:paraId="775F2CF6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460 mm</w:t>
            </w:r>
          </w:p>
          <w:p w14:paraId="194CC02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75138E" w14:textId="22A893A3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Marca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 xml:space="preserve"> 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="00FB76FD"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80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6CD07C6E" w14:textId="77777777" w:rsidTr="001718E5">
        <w:tc>
          <w:tcPr>
            <w:tcW w:w="1398" w:type="dxa"/>
          </w:tcPr>
          <w:p w14:paraId="2BEF56B7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00800615</w:t>
            </w:r>
          </w:p>
        </w:tc>
        <w:tc>
          <w:tcPr>
            <w:tcW w:w="2297" w:type="dxa"/>
          </w:tcPr>
          <w:p w14:paraId="17DE7ACE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4D19FFE3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100 litri</w:t>
            </w:r>
          </w:p>
        </w:tc>
        <w:tc>
          <w:tcPr>
            <w:tcW w:w="5803" w:type="dxa"/>
          </w:tcPr>
          <w:p w14:paraId="797A732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100 litri con membrana intercambiabile in EPDM e piedini da utilizzare con acqua calda/ fredda sanitaria, autoclave di pressurizzazione, circuiti termo e impianti di refrigerazione.</w:t>
            </w:r>
          </w:p>
          <w:p w14:paraId="69A01773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3DB07BDB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8C5BA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A5AA87" w14:textId="5611F742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0B8BDD1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0FAE030B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2,5 bar</w:t>
            </w:r>
          </w:p>
          <w:p w14:paraId="21B7733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15CCFED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880 mm</w:t>
            </w:r>
          </w:p>
          <w:p w14:paraId="74597ED4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460 mm</w:t>
            </w:r>
          </w:p>
          <w:p w14:paraId="28638D78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36F137" w14:textId="76DB0E9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100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72D48383" w14:textId="77777777" w:rsidTr="001718E5">
        <w:tc>
          <w:tcPr>
            <w:tcW w:w="1398" w:type="dxa"/>
          </w:tcPr>
          <w:p w14:paraId="154283AC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00800620</w:t>
            </w:r>
          </w:p>
        </w:tc>
        <w:tc>
          <w:tcPr>
            <w:tcW w:w="2297" w:type="dxa"/>
          </w:tcPr>
          <w:p w14:paraId="33C20CC4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3670864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150 litri</w:t>
            </w:r>
          </w:p>
        </w:tc>
        <w:tc>
          <w:tcPr>
            <w:tcW w:w="5803" w:type="dxa"/>
          </w:tcPr>
          <w:p w14:paraId="15DC5226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150 litri con membrana intercambiabile in EPDM e piedini da utilizzare con acqua calda/ fredda sanitaria, autoclave di pressurizzazione, circuiti termo e impianti di refrigerazione.</w:t>
            </w:r>
          </w:p>
          <w:p w14:paraId="4048350D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2D2804DF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4FADF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2D2879E" w14:textId="3BF5E652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71A9A7F7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149D9A5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2,5 bar</w:t>
            </w:r>
          </w:p>
          <w:p w14:paraId="7D365C0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2976999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1030 mm</w:t>
            </w:r>
          </w:p>
          <w:p w14:paraId="45EF36A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510 mm</w:t>
            </w:r>
          </w:p>
          <w:p w14:paraId="0510AE1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BF360C6" w14:textId="6697A7D3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="00FB76FD"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150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482E112E" w14:textId="77777777" w:rsidTr="001718E5">
        <w:tc>
          <w:tcPr>
            <w:tcW w:w="1398" w:type="dxa"/>
          </w:tcPr>
          <w:p w14:paraId="5DC634E5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lastRenderedPageBreak/>
              <w:t>00800625</w:t>
            </w:r>
          </w:p>
        </w:tc>
        <w:tc>
          <w:tcPr>
            <w:tcW w:w="2297" w:type="dxa"/>
          </w:tcPr>
          <w:p w14:paraId="17E81C38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3E8F60D1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200 litri</w:t>
            </w:r>
          </w:p>
        </w:tc>
        <w:tc>
          <w:tcPr>
            <w:tcW w:w="5803" w:type="dxa"/>
          </w:tcPr>
          <w:p w14:paraId="1D820EEA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200 litri con membrana intercambiabile in EPDM e piedini da utilizzare con acqua calda/ fredda sanitaria, autoclave di pressurizzazione, circuiti termo e impianti di refrigerazione.</w:t>
            </w:r>
          </w:p>
          <w:p w14:paraId="2182EA7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3668DD2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F9BEF1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B1F1B36" w14:textId="31857E29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5363C39A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3553D4BF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2,5 bar</w:t>
            </w:r>
          </w:p>
          <w:p w14:paraId="6C156925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0C6F8E68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1100 mm</w:t>
            </w:r>
          </w:p>
          <w:p w14:paraId="2EB6D6DE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590 mm</w:t>
            </w:r>
          </w:p>
          <w:p w14:paraId="375DC722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AD3DF1" w14:textId="335A2053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="00FB76FD"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200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056AE" w14:paraId="21D78355" w14:textId="77777777" w:rsidTr="001718E5">
        <w:tc>
          <w:tcPr>
            <w:tcW w:w="1398" w:type="dxa"/>
          </w:tcPr>
          <w:p w14:paraId="2A55E841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00800630</w:t>
            </w:r>
          </w:p>
        </w:tc>
        <w:tc>
          <w:tcPr>
            <w:tcW w:w="2297" w:type="dxa"/>
          </w:tcPr>
          <w:p w14:paraId="3CBBD796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Vaso di espansione per acqua sanitaria con membrana in EPDM e piedini</w:t>
            </w:r>
          </w:p>
          <w:p w14:paraId="0D4A6465" w14:textId="77777777" w:rsidR="00F056AE" w:rsidRPr="001718E5" w:rsidRDefault="00F056AE" w:rsidP="00F056A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1718E5">
              <w:rPr>
                <w:rFonts w:ascii="Poppins" w:hAnsi="Poppins" w:cs="Poppins"/>
                <w:bCs/>
                <w:sz w:val="20"/>
              </w:rPr>
              <w:t>300 litri</w:t>
            </w:r>
          </w:p>
        </w:tc>
        <w:tc>
          <w:tcPr>
            <w:tcW w:w="5803" w:type="dxa"/>
          </w:tcPr>
          <w:p w14:paraId="79FA346E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Vaso di espansione da 300 litri con membrana intercambiabile in EPDM e piedini da utilizzare con acqua calda/ fredda sanitaria, autoclave di pressurizzazione, circuiti termo e impianti di refrigerazione.</w:t>
            </w:r>
          </w:p>
          <w:p w14:paraId="0EBA5394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  <w:r w:rsidRPr="001718E5">
              <w:rPr>
                <w:rFonts w:ascii="Poppins" w:hAnsi="Poppins" w:cs="Poppins"/>
                <w:sz w:val="20"/>
              </w:rPr>
              <w:t>Conforme alla direttiva 2014/68/EU.</w:t>
            </w:r>
          </w:p>
          <w:p w14:paraId="1D2512B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4C7217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C1B43F" w14:textId="6F1A2CC3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 xml:space="preserve">Temperatura di esercizio: </w:t>
            </w:r>
            <w:r w:rsidR="00D24300">
              <w:rPr>
                <w:rFonts w:ascii="Poppins" w:hAnsi="Poppins" w:cs="Poppins"/>
              </w:rPr>
              <w:t>-</w:t>
            </w:r>
            <w:r w:rsidRPr="001718E5">
              <w:rPr>
                <w:rFonts w:ascii="Poppins" w:hAnsi="Poppins" w:cs="Poppins"/>
              </w:rPr>
              <w:t xml:space="preserve"> 10 a 100 °C</w:t>
            </w:r>
          </w:p>
          <w:p w14:paraId="572CB133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massima di esercizio: 10 bar</w:t>
            </w:r>
          </w:p>
          <w:p w14:paraId="6896C2F9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Pressione di precarica: 2,5 bar</w:t>
            </w:r>
          </w:p>
          <w:p w14:paraId="7AC2B54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Attacco: M 1" Gas</w:t>
            </w:r>
          </w:p>
          <w:p w14:paraId="1AB24BE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Altezza: 1250 mm</w:t>
            </w:r>
          </w:p>
          <w:p w14:paraId="45178DCD" w14:textId="77777777" w:rsidR="00F056AE" w:rsidRPr="001718E5" w:rsidRDefault="00F056AE" w:rsidP="00F056A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718E5">
              <w:rPr>
                <w:rFonts w:ascii="Poppins" w:hAnsi="Poppins" w:cs="Poppins"/>
              </w:rPr>
              <w:t>Diametro: 650 mm</w:t>
            </w:r>
          </w:p>
          <w:p w14:paraId="33A7CEFC" w14:textId="77777777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7BC6766" w14:textId="1EDE2470" w:rsidR="00F056AE" w:rsidRPr="001718E5" w:rsidRDefault="00F056AE" w:rsidP="00F056A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718E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B76FD" w:rsidRPr="00F056AE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="00FB76FD">
              <w:rPr>
                <w:rFonts w:ascii="Poppins" w:hAnsi="Poppins" w:cs="Poppins"/>
                <w:b/>
                <w:bCs/>
                <w:sz w:val="20"/>
              </w:rPr>
              <w:t>mmeti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D24300">
              <w:rPr>
                <w:rFonts w:ascii="Poppins" w:hAnsi="Poppins" w:cs="Poppins"/>
                <w:b/>
                <w:sz w:val="20"/>
              </w:rPr>
              <w:t>-</w:t>
            </w:r>
            <w:r w:rsidRPr="001718E5">
              <w:rPr>
                <w:rFonts w:ascii="Poppins" w:hAnsi="Poppins" w:cs="Poppins"/>
                <w:b/>
                <w:sz w:val="20"/>
              </w:rPr>
              <w:t xml:space="preserve"> Modello Vaso di espansione per acqua sanitaria con membrana in EPDM e piedini 300 litri  o equivalente</w:t>
            </w:r>
            <w:r w:rsidR="00FB76FD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3D60E1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95AC2" w14:textId="77777777" w:rsidR="00802BEE" w:rsidRDefault="00802BEE">
      <w:r>
        <w:separator/>
      </w:r>
    </w:p>
  </w:endnote>
  <w:endnote w:type="continuationSeparator" w:id="0">
    <w:p w14:paraId="483550B2" w14:textId="77777777" w:rsidR="00802BEE" w:rsidRDefault="0080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C1CC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F55B61B" w14:textId="77777777" w:rsidTr="004706FD">
      <w:tc>
        <w:tcPr>
          <w:tcW w:w="4534" w:type="dxa"/>
        </w:tcPr>
        <w:p w14:paraId="108C6C8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718E5">
            <w:rPr>
              <w:rFonts w:ascii="Poppins" w:hAnsi="Poppins" w:cs="Poppins"/>
              <w:iCs/>
              <w:noProof/>
              <w:sz w:val="16"/>
            </w:rPr>
            <w:t>Vasi di espansione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62D34F6" w14:textId="3918840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202ED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63803A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2B93DAE" wp14:editId="47804375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4252" w14:textId="77777777" w:rsidR="00802BEE" w:rsidRDefault="00802BEE">
      <w:r>
        <w:separator/>
      </w:r>
    </w:p>
  </w:footnote>
  <w:footnote w:type="continuationSeparator" w:id="0">
    <w:p w14:paraId="12FB0648" w14:textId="77777777" w:rsidR="00802BEE" w:rsidRDefault="0080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8E2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1F0FDD8" wp14:editId="6547133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229A7A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311DB2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D71F5"/>
    <w:multiLevelType w:val="hybridMultilevel"/>
    <w:tmpl w:val="D76A78DA"/>
    <w:lvl w:ilvl="0" w:tplc="E2F8C93E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4092509">
    <w:abstractNumId w:val="18"/>
  </w:num>
  <w:num w:numId="2" w16cid:durableId="766577784">
    <w:abstractNumId w:val="17"/>
  </w:num>
  <w:num w:numId="3" w16cid:durableId="184711946">
    <w:abstractNumId w:val="7"/>
  </w:num>
  <w:num w:numId="4" w16cid:durableId="1373771901">
    <w:abstractNumId w:val="3"/>
  </w:num>
  <w:num w:numId="5" w16cid:durableId="258104124">
    <w:abstractNumId w:val="14"/>
  </w:num>
  <w:num w:numId="6" w16cid:durableId="1324116351">
    <w:abstractNumId w:val="12"/>
  </w:num>
  <w:num w:numId="7" w16cid:durableId="130513616">
    <w:abstractNumId w:val="9"/>
  </w:num>
  <w:num w:numId="8" w16cid:durableId="1022707045">
    <w:abstractNumId w:val="12"/>
  </w:num>
  <w:num w:numId="9" w16cid:durableId="729235885">
    <w:abstractNumId w:val="0"/>
  </w:num>
  <w:num w:numId="10" w16cid:durableId="735280049">
    <w:abstractNumId w:val="12"/>
  </w:num>
  <w:num w:numId="11" w16cid:durableId="77754268">
    <w:abstractNumId w:val="22"/>
  </w:num>
  <w:num w:numId="12" w16cid:durableId="2127770106">
    <w:abstractNumId w:val="25"/>
  </w:num>
  <w:num w:numId="13" w16cid:durableId="1684362018">
    <w:abstractNumId w:val="21"/>
  </w:num>
  <w:num w:numId="14" w16cid:durableId="586236210">
    <w:abstractNumId w:val="10"/>
  </w:num>
  <w:num w:numId="15" w16cid:durableId="1957835097">
    <w:abstractNumId w:val="23"/>
  </w:num>
  <w:num w:numId="16" w16cid:durableId="517088274">
    <w:abstractNumId w:val="28"/>
  </w:num>
  <w:num w:numId="17" w16cid:durableId="401493198">
    <w:abstractNumId w:val="30"/>
  </w:num>
  <w:num w:numId="18" w16cid:durableId="510802948">
    <w:abstractNumId w:val="24"/>
  </w:num>
  <w:num w:numId="19" w16cid:durableId="504829789">
    <w:abstractNumId w:val="1"/>
  </w:num>
  <w:num w:numId="20" w16cid:durableId="1237861104">
    <w:abstractNumId w:val="2"/>
  </w:num>
  <w:num w:numId="21" w16cid:durableId="1688947213">
    <w:abstractNumId w:val="15"/>
  </w:num>
  <w:num w:numId="22" w16cid:durableId="999650444">
    <w:abstractNumId w:val="5"/>
  </w:num>
  <w:num w:numId="23" w16cid:durableId="951790982">
    <w:abstractNumId w:val="20"/>
  </w:num>
  <w:num w:numId="24" w16cid:durableId="656570957">
    <w:abstractNumId w:val="29"/>
  </w:num>
  <w:num w:numId="25" w16cid:durableId="662511445">
    <w:abstractNumId w:val="8"/>
  </w:num>
  <w:num w:numId="26" w16cid:durableId="1288851067">
    <w:abstractNumId w:val="11"/>
  </w:num>
  <w:num w:numId="27" w16cid:durableId="991906642">
    <w:abstractNumId w:val="26"/>
  </w:num>
  <w:num w:numId="28" w16cid:durableId="1982616769">
    <w:abstractNumId w:val="13"/>
  </w:num>
  <w:num w:numId="29" w16cid:durableId="1525285780">
    <w:abstractNumId w:val="4"/>
  </w:num>
  <w:num w:numId="30" w16cid:durableId="2089377803">
    <w:abstractNumId w:val="16"/>
  </w:num>
  <w:num w:numId="31" w16cid:durableId="1102459096">
    <w:abstractNumId w:val="27"/>
  </w:num>
  <w:num w:numId="32" w16cid:durableId="224537494">
    <w:abstractNumId w:val="6"/>
  </w:num>
  <w:num w:numId="33" w16cid:durableId="2018652554">
    <w:abstractNumId w:val="6"/>
  </w:num>
  <w:num w:numId="34" w16cid:durableId="859320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A5F5C"/>
    <w:rsid w:val="000B6932"/>
    <w:rsid w:val="000C52FA"/>
    <w:rsid w:val="000F7A52"/>
    <w:rsid w:val="00103A0D"/>
    <w:rsid w:val="00117A0E"/>
    <w:rsid w:val="001202ED"/>
    <w:rsid w:val="00122A77"/>
    <w:rsid w:val="001441C6"/>
    <w:rsid w:val="001450AB"/>
    <w:rsid w:val="001620E3"/>
    <w:rsid w:val="001718E5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C0921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C1665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11306"/>
    <w:rsid w:val="00727388"/>
    <w:rsid w:val="0073789C"/>
    <w:rsid w:val="00745AB1"/>
    <w:rsid w:val="00745D71"/>
    <w:rsid w:val="0074712F"/>
    <w:rsid w:val="00757AC7"/>
    <w:rsid w:val="00782096"/>
    <w:rsid w:val="007B5BA3"/>
    <w:rsid w:val="007C673F"/>
    <w:rsid w:val="007D5EC7"/>
    <w:rsid w:val="007E6E02"/>
    <w:rsid w:val="007E7665"/>
    <w:rsid w:val="007F4841"/>
    <w:rsid w:val="008014DD"/>
    <w:rsid w:val="00802BEE"/>
    <w:rsid w:val="0080323F"/>
    <w:rsid w:val="00805738"/>
    <w:rsid w:val="00830828"/>
    <w:rsid w:val="00844BBC"/>
    <w:rsid w:val="00847E23"/>
    <w:rsid w:val="00851B4A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8E73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14012"/>
    <w:rsid w:val="00B406A9"/>
    <w:rsid w:val="00B7475F"/>
    <w:rsid w:val="00B93CD1"/>
    <w:rsid w:val="00BB0104"/>
    <w:rsid w:val="00BB2A5B"/>
    <w:rsid w:val="00BC5D36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4300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45B54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056AE"/>
    <w:rsid w:val="00F50F65"/>
    <w:rsid w:val="00F53758"/>
    <w:rsid w:val="00F60A08"/>
    <w:rsid w:val="00FB76FD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11FFB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265B-03D3-478D-AC7F-4E6A4AAC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16819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2025-12-22T11:19:00Z</dcterms:created>
  <dcterms:modified xsi:type="dcterms:W3CDTF">2025-12-22T11:19:00Z</dcterms:modified>
</cp:coreProperties>
</file>